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C04ADBB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4211EF37" w:rsidR="00F1480E" w:rsidRPr="000754EC" w:rsidRDefault="00FA1EC5" w:rsidP="000754EC">
            <w:pPr>
              <w:pStyle w:val="SIUnittitle"/>
            </w:pPr>
            <w:r w:rsidRPr="00FA1EC5">
              <w:t>Manage pastures for livestock production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A9F6D3" w14:textId="511257DE" w:rsidR="00FA1EC5" w:rsidRPr="00FA1EC5" w:rsidRDefault="00FA1EC5" w:rsidP="00FA1EC5">
            <w:pPr>
              <w:pStyle w:val="SIText"/>
            </w:pPr>
            <w:r w:rsidRPr="00FA1EC5">
              <w:t xml:space="preserve">This unit of competency describes the skills and knowledge required to </w:t>
            </w:r>
            <w:r w:rsidR="00B904D5">
              <w:t xml:space="preserve">assess pastures and properties for suitability for pasture and grazing for the development and implementation of a pasture management program for </w:t>
            </w:r>
            <w:r w:rsidRPr="00FA1EC5">
              <w:t>livestock production.</w:t>
            </w:r>
          </w:p>
          <w:p w14:paraId="16B18011" w14:textId="77777777" w:rsidR="00F177AA" w:rsidRPr="00FA1EC5" w:rsidRDefault="00F177AA" w:rsidP="00FA1EC5">
            <w:pPr>
              <w:pStyle w:val="SIText"/>
            </w:pPr>
          </w:p>
          <w:p w14:paraId="7504E0F6" w14:textId="6FD00CBE" w:rsidR="00FA1EC5" w:rsidRPr="00FA1EC5" w:rsidRDefault="00C11C9A" w:rsidP="00FA1EC5">
            <w:pPr>
              <w:pStyle w:val="SIText"/>
            </w:pPr>
            <w:r>
              <w:t>The unit applies to individuals</w:t>
            </w:r>
            <w:r w:rsidR="00FA1EC5" w:rsidRPr="00FA1EC5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57373AB9" w14:textId="77777777" w:rsidR="00FA1EC5" w:rsidRPr="00FA1EC5" w:rsidRDefault="00FA1EC5" w:rsidP="00FA1EC5">
            <w:pPr>
              <w:pStyle w:val="SIText"/>
            </w:pPr>
          </w:p>
          <w:p w14:paraId="034C6C33" w14:textId="741634A5" w:rsidR="00373436" w:rsidRPr="000754EC" w:rsidRDefault="00830C86" w:rsidP="00FA1EC5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ED8D76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EC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586D38" w:rsidR="00FA1EC5" w:rsidRPr="00FA1EC5" w:rsidRDefault="00FA1EC5" w:rsidP="00393AC9">
            <w:pPr>
              <w:pStyle w:val="SIText"/>
            </w:pPr>
            <w:r w:rsidRPr="00FA1EC5">
              <w:t xml:space="preserve">1. </w:t>
            </w:r>
            <w:r w:rsidR="00B904D5">
              <w:t>Assess pasture and property for livestock production</w:t>
            </w:r>
          </w:p>
        </w:tc>
        <w:tc>
          <w:tcPr>
            <w:tcW w:w="3604" w:type="pct"/>
            <w:shd w:val="clear" w:color="auto" w:fill="auto"/>
          </w:tcPr>
          <w:p w14:paraId="5B195267" w14:textId="77777777" w:rsidR="00FA1EC5" w:rsidRPr="00FA1EC5" w:rsidRDefault="00FA1EC5" w:rsidP="00FA1EC5">
            <w:r w:rsidRPr="00FA1EC5">
              <w:t>1.1 Assess pasture types on property and seasonal production potential and limitations</w:t>
            </w:r>
          </w:p>
          <w:p w14:paraId="757B2AEE" w14:textId="137AEE7F" w:rsidR="00FA1EC5" w:rsidRPr="00FA1EC5" w:rsidRDefault="00FA1EC5" w:rsidP="00FA1EC5">
            <w:r w:rsidRPr="00FA1EC5">
              <w:t xml:space="preserve">1.2 Confirm or modify livestock production and enterprise objectives to develop production targets achievable </w:t>
            </w:r>
            <w:r w:rsidR="00757C57">
              <w:t>for</w:t>
            </w:r>
            <w:r w:rsidR="00757C57" w:rsidRPr="00FA1EC5">
              <w:t xml:space="preserve"> </w:t>
            </w:r>
            <w:r w:rsidRPr="00FA1EC5">
              <w:t>pasture type</w:t>
            </w:r>
          </w:p>
          <w:p w14:paraId="112AF3C9" w14:textId="490D1833" w:rsidR="00FA1EC5" w:rsidRPr="00FA1EC5" w:rsidRDefault="00FA1EC5" w:rsidP="00FA1EC5">
            <w:r w:rsidRPr="00FA1EC5">
              <w:t>1.3 Assess grazing and rest period requirements of pasture type</w:t>
            </w:r>
          </w:p>
          <w:p w14:paraId="1696B99B" w14:textId="75FD4221" w:rsidR="00FA1EC5" w:rsidRPr="00FA1EC5" w:rsidRDefault="00FA1EC5" w:rsidP="00FA1EC5">
            <w:r w:rsidRPr="00FA1EC5">
              <w:t xml:space="preserve">1.4 Assess nutrient </w:t>
            </w:r>
            <w:r w:rsidR="006B16CD">
              <w:t xml:space="preserve">and soil biological </w:t>
            </w:r>
            <w:r w:rsidRPr="00FA1EC5">
              <w:t xml:space="preserve">requirements for pastures to determine fertiliser and </w:t>
            </w:r>
            <w:r w:rsidR="00757C57" w:rsidRPr="00FA1EC5">
              <w:t>ameliorati</w:t>
            </w:r>
            <w:r w:rsidR="00757C57">
              <w:t>on</w:t>
            </w:r>
            <w:r w:rsidRPr="00FA1EC5">
              <w:t xml:space="preserve"> program</w:t>
            </w:r>
          </w:p>
        </w:tc>
      </w:tr>
      <w:tr w:rsidR="00B904D5" w:rsidRPr="00963A46" w14:paraId="586842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581580" w14:textId="2FF81E1F" w:rsidR="00B904D5" w:rsidRPr="00FA1EC5" w:rsidRDefault="00B904D5" w:rsidP="00FA1EC5">
            <w:pPr>
              <w:pStyle w:val="SIText"/>
            </w:pPr>
            <w:r>
              <w:t xml:space="preserve">2. </w:t>
            </w:r>
            <w:r w:rsidRPr="00FA1EC5">
              <w:t>Develop a pasture management program</w:t>
            </w:r>
          </w:p>
        </w:tc>
        <w:tc>
          <w:tcPr>
            <w:tcW w:w="3604" w:type="pct"/>
            <w:shd w:val="clear" w:color="auto" w:fill="auto"/>
          </w:tcPr>
          <w:p w14:paraId="2CDB572C" w14:textId="46A47872" w:rsidR="00B904D5" w:rsidRDefault="00B904D5" w:rsidP="00B904D5">
            <w:r>
              <w:t>2</w:t>
            </w:r>
            <w:r w:rsidRPr="00FA1EC5">
              <w:t xml:space="preserve">.5 </w:t>
            </w:r>
            <w:r>
              <w:t>D</w:t>
            </w:r>
            <w:r w:rsidRPr="00FA1EC5">
              <w:t xml:space="preserve">etermine irrigation schedules for each soil and pasture type </w:t>
            </w:r>
            <w:r w:rsidRPr="00AF7D46">
              <w:t>according to workplace availability</w:t>
            </w:r>
          </w:p>
          <w:p w14:paraId="75AC0CAC" w14:textId="50532F7E" w:rsidR="00B904D5" w:rsidRPr="00B904D5" w:rsidRDefault="00B904D5" w:rsidP="00B904D5">
            <w:r>
              <w:t>2</w:t>
            </w:r>
            <w:r w:rsidRPr="00FA1EC5">
              <w:t>.6 Identify and plan grazing and fodder conservation strategies</w:t>
            </w:r>
          </w:p>
          <w:p w14:paraId="646F0C95" w14:textId="3AEB469E" w:rsidR="00B904D5" w:rsidRPr="00B904D5" w:rsidRDefault="00B904D5" w:rsidP="00B904D5">
            <w:r>
              <w:t>2</w:t>
            </w:r>
            <w:r w:rsidRPr="00FA1EC5">
              <w:t>.7 Determine infrastructure and resources required to support grazing management</w:t>
            </w:r>
          </w:p>
          <w:p w14:paraId="134291C3" w14:textId="11010B87" w:rsidR="00B904D5" w:rsidRPr="00B904D5" w:rsidRDefault="00B904D5" w:rsidP="00B904D5">
            <w:r>
              <w:t>2</w:t>
            </w:r>
            <w:r w:rsidRPr="00FA1EC5">
              <w:t xml:space="preserve">.8 Identify and account for budgetary constraints </w:t>
            </w:r>
            <w:r>
              <w:t>according to financial plan</w:t>
            </w:r>
          </w:p>
          <w:p w14:paraId="003DA825" w14:textId="2E644D17" w:rsidR="00B904D5" w:rsidRPr="00FA1EC5" w:rsidRDefault="00B904D5" w:rsidP="00B904D5">
            <w:r>
              <w:t>2</w:t>
            </w:r>
            <w:r w:rsidRPr="00FA1EC5">
              <w:t>.9 Develop pasture management program</w:t>
            </w:r>
          </w:p>
        </w:tc>
      </w:tr>
      <w:tr w:rsidR="00FA1EC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FDEDE2F" w:rsidR="00FA1EC5" w:rsidRPr="00FA1EC5" w:rsidRDefault="00B904D5" w:rsidP="00FA1EC5">
            <w:pPr>
              <w:pStyle w:val="SIText"/>
            </w:pPr>
            <w:r>
              <w:t>3</w:t>
            </w:r>
            <w:r w:rsidR="00FA1EC5" w:rsidRPr="00FA1EC5">
              <w:t>. Implement pasture management program</w:t>
            </w:r>
          </w:p>
        </w:tc>
        <w:tc>
          <w:tcPr>
            <w:tcW w:w="3604" w:type="pct"/>
            <w:shd w:val="clear" w:color="auto" w:fill="auto"/>
          </w:tcPr>
          <w:p w14:paraId="54085E45" w14:textId="73FE5DA7" w:rsidR="00AF7D46" w:rsidRDefault="00B904D5" w:rsidP="00FA1EC5">
            <w:r>
              <w:t>3</w:t>
            </w:r>
            <w:r w:rsidR="00FA1EC5" w:rsidRPr="00FA1EC5">
              <w:t xml:space="preserve">.1 </w:t>
            </w:r>
            <w:r w:rsidR="00AF7D46" w:rsidRPr="00AF7D46">
              <w:t>Identify health and safety hazards, assess risk and implement controls according to workplace procedures</w:t>
            </w:r>
            <w:r w:rsidR="00AF7D46" w:rsidRPr="00AF7D46" w:rsidDel="00AF7D46">
              <w:t xml:space="preserve"> </w:t>
            </w:r>
          </w:p>
          <w:p w14:paraId="0E380937" w14:textId="25834772" w:rsidR="00FA1EC5" w:rsidRPr="00FA1EC5" w:rsidRDefault="00B904D5" w:rsidP="00FA1EC5">
            <w:r>
              <w:t>3</w:t>
            </w:r>
            <w:r w:rsidR="00FA1EC5" w:rsidRPr="00FA1EC5">
              <w:t xml:space="preserve">.2 Monitor pasture capacity </w:t>
            </w:r>
            <w:r w:rsidR="00AF7D46">
              <w:t>according to planned use</w:t>
            </w:r>
          </w:p>
          <w:p w14:paraId="16C63988" w14:textId="51FA4C5B" w:rsidR="00FA1EC5" w:rsidRPr="00FA1EC5" w:rsidRDefault="00B904D5" w:rsidP="00FA1EC5">
            <w:r>
              <w:t>3</w:t>
            </w:r>
            <w:r w:rsidR="00FA1EC5" w:rsidRPr="00FA1EC5">
              <w:t xml:space="preserve">.3 Implement strategic grazing </w:t>
            </w:r>
            <w:r w:rsidR="00AF7D46">
              <w:t>for</w:t>
            </w:r>
            <w:r w:rsidR="00FA1EC5" w:rsidRPr="00FA1EC5">
              <w:t xml:space="preserve"> weed </w:t>
            </w:r>
            <w:r w:rsidR="00AF7D46">
              <w:t>control</w:t>
            </w:r>
            <w:r w:rsidR="00AF7D46" w:rsidRPr="00FA1EC5">
              <w:t xml:space="preserve"> </w:t>
            </w:r>
            <w:r w:rsidR="00AF7D46">
              <w:t xml:space="preserve">to </w:t>
            </w:r>
            <w:r w:rsidR="00FA1EC5" w:rsidRPr="00FA1EC5">
              <w:t>maintain ground cover</w:t>
            </w:r>
          </w:p>
          <w:p w14:paraId="4D99D2DF" w14:textId="47DB4C34" w:rsidR="00FA1EC5" w:rsidRPr="00FA1EC5" w:rsidRDefault="00B904D5" w:rsidP="00FA1EC5">
            <w:r>
              <w:t>3</w:t>
            </w:r>
            <w:r w:rsidR="00FA1EC5" w:rsidRPr="00FA1EC5">
              <w:t xml:space="preserve">.4 Determine </w:t>
            </w:r>
            <w:r w:rsidR="00AF7D46">
              <w:t xml:space="preserve">and apply </w:t>
            </w:r>
            <w:r w:rsidR="00FA1EC5" w:rsidRPr="00FA1EC5">
              <w:t xml:space="preserve">fertiliser and soil </w:t>
            </w:r>
            <w:r w:rsidR="00AF7D46" w:rsidRPr="00FA1EC5">
              <w:t>ameliorati</w:t>
            </w:r>
            <w:r w:rsidR="00AF7D46">
              <w:t>on</w:t>
            </w:r>
            <w:r w:rsidR="00FA1EC5" w:rsidRPr="00FA1EC5">
              <w:t xml:space="preserve"> </w:t>
            </w:r>
            <w:r w:rsidR="00AF7D46">
              <w:t>according</w:t>
            </w:r>
            <w:r w:rsidR="00AF7D46" w:rsidRPr="00FA1EC5">
              <w:t xml:space="preserve"> </w:t>
            </w:r>
            <w:r w:rsidR="00FA1EC5" w:rsidRPr="00FA1EC5">
              <w:t xml:space="preserve">to </w:t>
            </w:r>
            <w:r w:rsidR="00757C57" w:rsidRPr="00FA1EC5">
              <w:t xml:space="preserve">fertiliser and </w:t>
            </w:r>
            <w:r w:rsidR="00757C57" w:rsidRPr="00757C57">
              <w:t xml:space="preserve">amelioration program </w:t>
            </w:r>
          </w:p>
          <w:p w14:paraId="213BA542" w14:textId="08B572D3" w:rsidR="00FA1EC5" w:rsidRPr="00FA1EC5" w:rsidRDefault="00B904D5" w:rsidP="00FA1EC5">
            <w:r>
              <w:t>3</w:t>
            </w:r>
            <w:r w:rsidR="00FA1EC5" w:rsidRPr="00FA1EC5">
              <w:t xml:space="preserve">.5 </w:t>
            </w:r>
            <w:r w:rsidR="00AF7D46">
              <w:t>M</w:t>
            </w:r>
            <w:r w:rsidR="00FA1EC5" w:rsidRPr="00FA1EC5">
              <w:t>onitor soil moisture and schedule watering</w:t>
            </w:r>
            <w:r w:rsidR="00AF7D46">
              <w:t xml:space="preserve"> </w:t>
            </w:r>
            <w:r w:rsidR="00AF7D46" w:rsidRPr="00AF7D46">
              <w:t>according to workplace availability</w:t>
            </w:r>
          </w:p>
          <w:p w14:paraId="083F8C34" w14:textId="366A8505" w:rsidR="00FA1EC5" w:rsidRPr="00FA1EC5" w:rsidRDefault="00B904D5" w:rsidP="00FA1EC5">
            <w:r>
              <w:t>3</w:t>
            </w:r>
            <w:r w:rsidR="00FA1EC5" w:rsidRPr="00FA1EC5">
              <w:t xml:space="preserve">.6 </w:t>
            </w:r>
            <w:r w:rsidR="00AF7D46">
              <w:t>Use</w:t>
            </w:r>
            <w:r w:rsidR="00AF7D46" w:rsidRPr="00FA1EC5">
              <w:t xml:space="preserve"> </w:t>
            </w:r>
            <w:r w:rsidR="00FA1EC5" w:rsidRPr="00FA1EC5">
              <w:t>technology to ensure efficient performance of operations</w:t>
            </w:r>
          </w:p>
          <w:p w14:paraId="6BB72E57" w14:textId="5FA8788C" w:rsidR="00FA1EC5" w:rsidRPr="00FA1EC5" w:rsidRDefault="00B904D5" w:rsidP="00393AC9">
            <w:pPr>
              <w:pStyle w:val="SIText"/>
            </w:pPr>
            <w:r>
              <w:t>3</w:t>
            </w:r>
            <w:r w:rsidR="00FA1EC5" w:rsidRPr="00FA1EC5">
              <w:t>.7 Develop and implement proce</w:t>
            </w:r>
            <w:r w:rsidR="00AF7D46">
              <w:t>dures</w:t>
            </w:r>
            <w:r w:rsidR="00FA1EC5" w:rsidRPr="00FA1EC5">
              <w:t xml:space="preserve"> to minimise waste, soil degradation and environmental impact</w:t>
            </w:r>
          </w:p>
        </w:tc>
      </w:tr>
      <w:tr w:rsidR="00FA1EC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D258593" w:rsidR="00FA1EC5" w:rsidRPr="00FA1EC5" w:rsidRDefault="00B904D5" w:rsidP="00FA1EC5">
            <w:pPr>
              <w:pStyle w:val="SIText"/>
            </w:pPr>
            <w:r>
              <w:lastRenderedPageBreak/>
              <w:t>4</w:t>
            </w:r>
            <w:r w:rsidR="00FA1EC5" w:rsidRPr="00FA1EC5">
              <w:t>. Monitor pasture growth and fodder production</w:t>
            </w:r>
          </w:p>
        </w:tc>
        <w:tc>
          <w:tcPr>
            <w:tcW w:w="3604" w:type="pct"/>
            <w:shd w:val="clear" w:color="auto" w:fill="auto"/>
          </w:tcPr>
          <w:p w14:paraId="7F3389B7" w14:textId="2755366B" w:rsidR="00FA1EC5" w:rsidRPr="00FA1EC5" w:rsidRDefault="00B904D5" w:rsidP="00FA1EC5">
            <w:r>
              <w:t>4</w:t>
            </w:r>
            <w:r w:rsidR="00FA1EC5" w:rsidRPr="00FA1EC5">
              <w:t>.1 Determine longer term trends in weed, pest and disease incidence and implement changes to control measures</w:t>
            </w:r>
          </w:p>
          <w:p w14:paraId="7737234B" w14:textId="26002DE1" w:rsidR="00FA1EC5" w:rsidRPr="00FA1EC5" w:rsidRDefault="00B904D5" w:rsidP="00FA1EC5">
            <w:r>
              <w:t>4</w:t>
            </w:r>
            <w:r w:rsidR="00FA1EC5" w:rsidRPr="00FA1EC5">
              <w:t>.2 Monitor soil structure and erosion</w:t>
            </w:r>
            <w:r w:rsidR="00AF7D46">
              <w:t xml:space="preserve"> risk and consider</w:t>
            </w:r>
            <w:r w:rsidR="00FA1EC5" w:rsidRPr="00FA1EC5">
              <w:t xml:space="preserve"> changes to cultural practices</w:t>
            </w:r>
            <w:r w:rsidR="00AF7D46">
              <w:t>,</w:t>
            </w:r>
            <w:r w:rsidR="00FA1EC5" w:rsidRPr="00FA1EC5">
              <w:t xml:space="preserve"> grazing management and drainage to </w:t>
            </w:r>
            <w:r w:rsidR="00AF7D46">
              <w:t>mitigate risk</w:t>
            </w:r>
          </w:p>
          <w:p w14:paraId="1951F127" w14:textId="3BF817A1" w:rsidR="00FA1EC5" w:rsidRPr="00FA1EC5" w:rsidRDefault="00B904D5" w:rsidP="00FA1EC5">
            <w:r>
              <w:t>4</w:t>
            </w:r>
            <w:r w:rsidR="00FA1EC5" w:rsidRPr="00FA1EC5">
              <w:t xml:space="preserve">.3 </w:t>
            </w:r>
            <w:r w:rsidR="00AF7D46">
              <w:t>C</w:t>
            </w:r>
            <w:r w:rsidR="00FA1EC5" w:rsidRPr="00FA1EC5">
              <w:t>heck and maintain irrigation and drainage systems</w:t>
            </w:r>
            <w:r w:rsidR="00AF7D46">
              <w:t xml:space="preserve"> according to workplace availability</w:t>
            </w:r>
          </w:p>
          <w:p w14:paraId="779D3736" w14:textId="37AF5E2B" w:rsidR="00FA1EC5" w:rsidRPr="00FA1EC5" w:rsidRDefault="00B904D5" w:rsidP="00FA1EC5">
            <w:r>
              <w:t>4</w:t>
            </w:r>
            <w:r w:rsidR="00FA1EC5" w:rsidRPr="00FA1EC5">
              <w:t>.4 Monitor grazing management to ensure sustainable pasture and optimal livestock production levels</w:t>
            </w:r>
          </w:p>
          <w:p w14:paraId="655C0ED9" w14:textId="647109D1" w:rsidR="00FA1EC5" w:rsidRPr="00FA1EC5" w:rsidRDefault="00B904D5" w:rsidP="00FA1EC5">
            <w:r>
              <w:t>4</w:t>
            </w:r>
            <w:r w:rsidR="00FA1EC5" w:rsidRPr="00FA1EC5">
              <w:t xml:space="preserve">.5 Identify feed </w:t>
            </w:r>
            <w:r w:rsidR="00E2202D">
              <w:t>availability</w:t>
            </w:r>
            <w:r w:rsidR="00FA1EC5" w:rsidRPr="00FA1EC5">
              <w:t xml:space="preserve"> and </w:t>
            </w:r>
            <w:r w:rsidR="00E2202D">
              <w:t>manage</w:t>
            </w:r>
            <w:r w:rsidR="00E2202D" w:rsidRPr="00FA1EC5">
              <w:t xml:space="preserve"> </w:t>
            </w:r>
            <w:r w:rsidR="00E2202D">
              <w:t>according to workplace procedures</w:t>
            </w:r>
          </w:p>
          <w:p w14:paraId="7C104250" w14:textId="117B2FAE" w:rsidR="00FA1EC5" w:rsidRPr="00FA1EC5" w:rsidRDefault="00B904D5" w:rsidP="00393AC9">
            <w:pPr>
              <w:pStyle w:val="SIText"/>
            </w:pPr>
            <w:r>
              <w:t>4</w:t>
            </w:r>
            <w:r w:rsidR="00FA1EC5" w:rsidRPr="00FA1EC5">
              <w:t xml:space="preserve">.6 Monitor pasture maturity and conduct seed harvesting </w:t>
            </w:r>
            <w:r w:rsidR="00E2202D">
              <w:t xml:space="preserve">according </w:t>
            </w:r>
            <w:r w:rsidR="00FA1EC5" w:rsidRPr="00FA1EC5">
              <w:t>to marketing and production targets</w:t>
            </w:r>
          </w:p>
        </w:tc>
      </w:tr>
      <w:tr w:rsidR="00FA1EC5" w:rsidRPr="00963A46" w14:paraId="27F97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7D2289" w14:textId="3DE0CE39" w:rsidR="00FA1EC5" w:rsidRPr="00FA1EC5" w:rsidRDefault="00B904D5" w:rsidP="00FA1EC5">
            <w:pPr>
              <w:pStyle w:val="SIText"/>
            </w:pPr>
            <w:r>
              <w:t>5</w:t>
            </w:r>
            <w:r w:rsidR="00FA1EC5" w:rsidRPr="00FA1EC5">
              <w:t>. Review production level</w:t>
            </w:r>
          </w:p>
        </w:tc>
        <w:tc>
          <w:tcPr>
            <w:tcW w:w="3604" w:type="pct"/>
            <w:shd w:val="clear" w:color="auto" w:fill="auto"/>
          </w:tcPr>
          <w:p w14:paraId="7E3D6E1D" w14:textId="5E511ECA" w:rsidR="00FA1EC5" w:rsidRPr="00FA1EC5" w:rsidRDefault="00B904D5" w:rsidP="00FA1EC5">
            <w:r>
              <w:t>5</w:t>
            </w:r>
            <w:r w:rsidR="00FA1EC5" w:rsidRPr="00FA1EC5">
              <w:t xml:space="preserve">.1 Monitor pasture yields and </w:t>
            </w:r>
            <w:r w:rsidR="00E2202D">
              <w:t>assess</w:t>
            </w:r>
            <w:r w:rsidR="00E2202D" w:rsidRPr="00FA1EC5">
              <w:t xml:space="preserve"> </w:t>
            </w:r>
            <w:r w:rsidR="00FA1EC5" w:rsidRPr="00FA1EC5">
              <w:t>against forecast production levels</w:t>
            </w:r>
          </w:p>
          <w:p w14:paraId="15B63C62" w14:textId="345B1FEE" w:rsidR="00FA1EC5" w:rsidRPr="00FA1EC5" w:rsidRDefault="00B904D5" w:rsidP="00FA1EC5">
            <w:r>
              <w:t>5</w:t>
            </w:r>
            <w:r w:rsidR="00FA1EC5" w:rsidRPr="00FA1EC5">
              <w:t>.2 Evaluate grazing programs for sustainability of land and pasture resource, and livestock profitability</w:t>
            </w:r>
          </w:p>
          <w:p w14:paraId="7BA299F6" w14:textId="7C30FF9B" w:rsidR="00FA1EC5" w:rsidRPr="00FA1EC5" w:rsidRDefault="00B904D5" w:rsidP="00393AC9">
            <w:r>
              <w:t>5</w:t>
            </w:r>
            <w:r w:rsidR="00FA1EC5" w:rsidRPr="00FA1EC5">
              <w:t xml:space="preserve">.3 Collect and maintain records of production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ECAD50A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2EDB47D2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77AA" w:rsidRPr="00393AC9" w:rsidDel="00423CB2" w14:paraId="1CF24FD6" w14:textId="77777777" w:rsidTr="00CA2922">
        <w:tc>
          <w:tcPr>
            <w:tcW w:w="1396" w:type="pct"/>
          </w:tcPr>
          <w:p w14:paraId="6D88B952" w14:textId="5DC28E8C" w:rsidR="00F177AA" w:rsidRPr="00393AC9" w:rsidRDefault="00F177AA" w:rsidP="00393AC9">
            <w:pPr>
              <w:pStyle w:val="SIText"/>
            </w:pPr>
            <w:r w:rsidRPr="00393AC9">
              <w:t>Reading</w:t>
            </w:r>
          </w:p>
        </w:tc>
        <w:tc>
          <w:tcPr>
            <w:tcW w:w="3604" w:type="pct"/>
          </w:tcPr>
          <w:p w14:paraId="1B7CC730" w14:textId="056FBAF3" w:rsidR="00F177AA" w:rsidRPr="00393AC9" w:rsidRDefault="00E2202D" w:rsidP="00393AC9">
            <w:pPr>
              <w:pStyle w:val="SIBulletList1"/>
            </w:pPr>
            <w:r w:rsidRPr="00393AC9">
              <w:t xml:space="preserve">Interpret and analyse plans and strategies and consolidates information into actions for pasture and livestock management </w:t>
            </w:r>
          </w:p>
        </w:tc>
      </w:tr>
      <w:tr w:rsidR="00F177AA" w:rsidRPr="00393AC9" w:rsidDel="00423CB2" w14:paraId="1D3AF5EE" w14:textId="77777777" w:rsidTr="00CA2922">
        <w:tc>
          <w:tcPr>
            <w:tcW w:w="1396" w:type="pct"/>
          </w:tcPr>
          <w:p w14:paraId="16ED7E97" w14:textId="0BE3709F" w:rsidR="00F177AA" w:rsidRPr="00393AC9" w:rsidRDefault="00F177AA" w:rsidP="00393AC9">
            <w:pPr>
              <w:pStyle w:val="SIText"/>
            </w:pPr>
            <w:r w:rsidRPr="00393AC9">
              <w:t>Writing</w:t>
            </w:r>
          </w:p>
        </w:tc>
        <w:tc>
          <w:tcPr>
            <w:tcW w:w="3604" w:type="pct"/>
          </w:tcPr>
          <w:p w14:paraId="1A4A932C" w14:textId="77777777" w:rsidR="00F177AA" w:rsidRPr="00393AC9" w:rsidRDefault="00816EB2" w:rsidP="00393AC9">
            <w:pPr>
              <w:pStyle w:val="SIBulletList1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Maintain physical and financial records of production to assist in reviewing production targets </w:t>
            </w:r>
          </w:p>
          <w:p w14:paraId="0F32718D" w14:textId="74B066FC" w:rsidR="00816EB2" w:rsidRPr="00393AC9" w:rsidRDefault="00816EB2" w:rsidP="00393AC9">
            <w:pPr>
              <w:pStyle w:val="SIBulletList1"/>
              <w:rPr>
                <w:rFonts w:eastAsia="Calibri"/>
              </w:rPr>
            </w:pPr>
            <w:r w:rsidRPr="00393AC9">
              <w:t>Develop procedures for specific audiences using clear and detailed language in order to convey explicit information, requirements and recommendations for livestock and pasture management</w:t>
            </w:r>
          </w:p>
        </w:tc>
      </w:tr>
      <w:tr w:rsidR="00F177AA" w:rsidRPr="00393AC9" w:rsidDel="00423CB2" w14:paraId="19885AE3" w14:textId="77777777" w:rsidTr="00CA2922">
        <w:tc>
          <w:tcPr>
            <w:tcW w:w="1396" w:type="pct"/>
          </w:tcPr>
          <w:p w14:paraId="61C478AE" w14:textId="336B50AD" w:rsidR="00F177AA" w:rsidRPr="00393AC9" w:rsidRDefault="009D2466" w:rsidP="00393AC9">
            <w:pPr>
              <w:pStyle w:val="SIText"/>
            </w:pPr>
            <w:r w:rsidRPr="00393AC9">
              <w:t>Numeracy</w:t>
            </w:r>
          </w:p>
        </w:tc>
        <w:tc>
          <w:tcPr>
            <w:tcW w:w="3604" w:type="pct"/>
          </w:tcPr>
          <w:p w14:paraId="76ABB25C" w14:textId="713CA68D" w:rsidR="00816EB2" w:rsidRPr="00393AC9" w:rsidRDefault="00816EB2" w:rsidP="00393AC9">
            <w:pPr>
              <w:pStyle w:val="SIBulletList1"/>
            </w:pPr>
            <w:r w:rsidRPr="00393AC9">
              <w:t xml:space="preserve">Use formula and numerical information to calculate financial data and interpret basic statistical and analytical data </w:t>
            </w:r>
          </w:p>
          <w:p w14:paraId="49569469" w14:textId="3E97982F" w:rsidR="00F177AA" w:rsidRPr="00393AC9" w:rsidRDefault="00816EB2" w:rsidP="00393AC9">
            <w:pPr>
              <w:pStyle w:val="SIBulletList1"/>
              <w:rPr>
                <w:rFonts w:eastAsia="Calibri"/>
              </w:rPr>
            </w:pPr>
            <w:r w:rsidRPr="00393AC9">
              <w:t>Apply basic financial modelling skills to identify, analyse and evaluate budgetary information, time durations and resource allocations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393AC9" w14:paraId="7EFB7203" w14:textId="77777777" w:rsidTr="00F33FF2">
        <w:tc>
          <w:tcPr>
            <w:tcW w:w="1028" w:type="pct"/>
          </w:tcPr>
          <w:p w14:paraId="2774EF99" w14:textId="77777777" w:rsidR="00DA54B5" w:rsidRPr="00393AC9" w:rsidRDefault="00F177AA" w:rsidP="00393AC9">
            <w:pPr>
              <w:pStyle w:val="SIText"/>
            </w:pPr>
            <w:r w:rsidRPr="00393AC9">
              <w:t>AHCBAC401 Manage pastures for livestock production</w:t>
            </w:r>
          </w:p>
          <w:p w14:paraId="6B803FA7" w14:textId="620C4AE7" w:rsidR="00F177AA" w:rsidRPr="00393AC9" w:rsidRDefault="00F177AA" w:rsidP="00393AC9">
            <w:pPr>
              <w:pStyle w:val="SIText"/>
            </w:pPr>
            <w:r w:rsidRPr="00393AC9">
              <w:t>Release 2</w:t>
            </w:r>
          </w:p>
        </w:tc>
        <w:tc>
          <w:tcPr>
            <w:tcW w:w="1105" w:type="pct"/>
          </w:tcPr>
          <w:p w14:paraId="4F13E687" w14:textId="77777777" w:rsidR="00DA54B5" w:rsidRPr="00393AC9" w:rsidRDefault="00F177AA" w:rsidP="00393AC9">
            <w:pPr>
              <w:pStyle w:val="SIText"/>
            </w:pPr>
            <w:r w:rsidRPr="00393AC9">
              <w:t>AHCBAC401 Manage pastures for livestock production</w:t>
            </w:r>
          </w:p>
          <w:p w14:paraId="3216D365" w14:textId="3ED25E35" w:rsidR="00F177AA" w:rsidRPr="00393AC9" w:rsidRDefault="00F177AA" w:rsidP="00393AC9">
            <w:pPr>
              <w:pStyle w:val="SIText"/>
            </w:pPr>
            <w:r w:rsidRPr="00393AC9">
              <w:t>Release 1</w:t>
            </w:r>
          </w:p>
        </w:tc>
        <w:tc>
          <w:tcPr>
            <w:tcW w:w="1251" w:type="pct"/>
          </w:tcPr>
          <w:p w14:paraId="45CFFCB0" w14:textId="5E2F441A" w:rsidR="00757C57" w:rsidRPr="00393AC9" w:rsidRDefault="00757C57" w:rsidP="00393AC9">
            <w:pPr>
              <w:pStyle w:val="SIText"/>
            </w:pPr>
            <w:r w:rsidRPr="00393AC9">
              <w:t>Changes to Application. Changes to sequencing and editing of Performance Criteria, including splitting Element 1 into 2.</w:t>
            </w:r>
          </w:p>
          <w:p w14:paraId="30B8888F" w14:textId="23F9EB98" w:rsidR="00DA54B5" w:rsidRPr="00393AC9" w:rsidRDefault="00757C57" w:rsidP="00393AC9">
            <w:pPr>
              <w:pStyle w:val="SIText"/>
            </w:pPr>
            <w:r w:rsidRPr="00393AC9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0C36A1A" w:rsidR="00DA54B5" w:rsidRPr="00393AC9" w:rsidRDefault="00757C57" w:rsidP="00393AC9">
            <w:pPr>
              <w:pStyle w:val="SIText"/>
            </w:pPr>
            <w:r w:rsidRPr="00393AC9">
              <w:t>Equivalent</w:t>
            </w:r>
          </w:p>
        </w:tc>
      </w:tr>
    </w:tbl>
    <w:p w14:paraId="50418B56" w14:textId="571DB6F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FBA38B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A1EC5" w:rsidRPr="00FA1EC5">
              <w:t>AHCBAC401 Manage pastures for livestock production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32B992" w14:textId="66334872" w:rsidR="00FA1EC5" w:rsidRPr="00FA1EC5" w:rsidRDefault="00DA54B5" w:rsidP="00393AC9">
            <w:pPr>
              <w:pStyle w:val="SIText"/>
            </w:pPr>
            <w:r w:rsidRPr="00E031C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31C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31C7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1BC751C4" w14:textId="465BEB06" w:rsidR="00FA1EC5" w:rsidRPr="00FA1EC5" w:rsidRDefault="00D94FB2" w:rsidP="00FA1EC5">
            <w:r>
              <w:t>There must be evi</w:t>
            </w:r>
            <w:r w:rsidR="00696338">
              <w:t xml:space="preserve">dence that the individual has managed </w:t>
            </w:r>
            <w:commentRangeStart w:id="0"/>
            <w:r w:rsidR="00696338" w:rsidRPr="00393AC9">
              <w:rPr>
                <w:rStyle w:val="SITemporaryText-red"/>
              </w:rPr>
              <w:t>at least one pasture</w:t>
            </w:r>
            <w:r w:rsidR="00696338">
              <w:t xml:space="preserve"> </w:t>
            </w:r>
            <w:commentRangeEnd w:id="0"/>
            <w:r w:rsidR="00C55311">
              <w:commentReference w:id="0"/>
            </w:r>
            <w:r w:rsidR="00696338">
              <w:t>used for livestock production and has:</w:t>
            </w:r>
          </w:p>
          <w:p w14:paraId="16FADCD1" w14:textId="77777777" w:rsidR="00352309" w:rsidRDefault="00352309" w:rsidP="00352309">
            <w:pPr>
              <w:pStyle w:val="SIBulletList1"/>
            </w:pPr>
            <w:r w:rsidRPr="00FA1EC5">
              <w:t>determine</w:t>
            </w:r>
            <w:r>
              <w:t xml:space="preserve">d </w:t>
            </w:r>
            <w:r w:rsidRPr="00FA1EC5">
              <w:t xml:space="preserve">soil quality and land use capability </w:t>
            </w:r>
          </w:p>
          <w:p w14:paraId="48987C88" w14:textId="6C0B33E5" w:rsidR="00FA1EC5" w:rsidRDefault="00FA1EC5" w:rsidP="00156097">
            <w:pPr>
              <w:pStyle w:val="SIBulletList1"/>
            </w:pPr>
            <w:r w:rsidRPr="00FA1EC5">
              <w:t>determine</w:t>
            </w:r>
            <w:r w:rsidR="006B16CD">
              <w:t>d</w:t>
            </w:r>
            <w:r w:rsidRPr="00FA1EC5">
              <w:t xml:space="preserve"> fertiliser, ameliorants and biological inputs required to support production</w:t>
            </w:r>
            <w:r w:rsidR="00757C57">
              <w:t xml:space="preserve"> using the following:</w:t>
            </w:r>
          </w:p>
          <w:p w14:paraId="22C5BFAC" w14:textId="77777777" w:rsidR="00757C57" w:rsidRDefault="00757C57" w:rsidP="00393AC9">
            <w:pPr>
              <w:pStyle w:val="SIBulletList2"/>
            </w:pPr>
            <w:r w:rsidRPr="00757C57">
              <w:t>pasture type</w:t>
            </w:r>
          </w:p>
          <w:p w14:paraId="652CB54F" w14:textId="77777777" w:rsidR="00757C57" w:rsidRDefault="00757C57" w:rsidP="00393AC9">
            <w:pPr>
              <w:pStyle w:val="SIBulletList2"/>
            </w:pPr>
            <w:r w:rsidRPr="00757C57">
              <w:t>soil analysis</w:t>
            </w:r>
          </w:p>
          <w:p w14:paraId="321B2EEC" w14:textId="44D5A4F0" w:rsidR="00757C57" w:rsidRPr="00FA1EC5" w:rsidRDefault="00757C57" w:rsidP="00393AC9">
            <w:pPr>
              <w:pStyle w:val="SIBulletList2"/>
            </w:pPr>
            <w:r w:rsidRPr="00757C57">
              <w:t>production targets</w:t>
            </w:r>
          </w:p>
          <w:p w14:paraId="1CEE4D51" w14:textId="77777777" w:rsidR="00FA1EC5" w:rsidRPr="00FA1EC5" w:rsidRDefault="00FA1EC5" w:rsidP="00FA1EC5">
            <w:pPr>
              <w:pStyle w:val="SIBulletList1"/>
            </w:pPr>
            <w:r w:rsidRPr="00FA1EC5">
              <w:t>set objectives and milestones for pasture production</w:t>
            </w:r>
          </w:p>
          <w:p w14:paraId="7D18E314" w14:textId="7FE36B7A" w:rsidR="00FA1EC5" w:rsidRPr="00FA1EC5" w:rsidRDefault="00FA1EC5" w:rsidP="00FA1EC5">
            <w:pPr>
              <w:pStyle w:val="SIBulletList1"/>
            </w:pPr>
            <w:r w:rsidRPr="00FA1EC5">
              <w:t>calculate</w:t>
            </w:r>
            <w:r w:rsidR="00352309">
              <w:t>d</w:t>
            </w:r>
            <w:r w:rsidRPr="00FA1EC5">
              <w:t xml:space="preserve"> costs</w:t>
            </w:r>
            <w:r w:rsidR="00352309">
              <w:t xml:space="preserve"> of production</w:t>
            </w:r>
          </w:p>
          <w:p w14:paraId="47DEE0BE" w14:textId="04D2D540" w:rsidR="00E132AA" w:rsidRDefault="00E132AA" w:rsidP="00FA1EC5">
            <w:pPr>
              <w:pStyle w:val="SIBulletList1"/>
            </w:pPr>
            <w:r>
              <w:t>determined irrigation requirements using each of the following:</w:t>
            </w:r>
          </w:p>
          <w:p w14:paraId="487C7A14" w14:textId="77777777" w:rsidR="00E132AA" w:rsidRDefault="00E132AA" w:rsidP="00393AC9">
            <w:pPr>
              <w:pStyle w:val="SIBulletList2"/>
            </w:pPr>
            <w:r w:rsidRPr="00FA1EC5">
              <w:t>assessed water requirements</w:t>
            </w:r>
          </w:p>
          <w:p w14:paraId="5B6D39B0" w14:textId="77777777" w:rsidR="00E132AA" w:rsidRDefault="00E132AA" w:rsidP="00393AC9">
            <w:pPr>
              <w:pStyle w:val="SIBulletList2"/>
            </w:pPr>
            <w:r w:rsidRPr="00FA1EC5">
              <w:t>rainfall</w:t>
            </w:r>
          </w:p>
          <w:p w14:paraId="2D4994A4" w14:textId="77777777" w:rsidR="00E132AA" w:rsidRDefault="00E132AA" w:rsidP="00393AC9">
            <w:pPr>
              <w:pStyle w:val="SIBulletList2"/>
            </w:pPr>
            <w:r w:rsidRPr="00FA1EC5">
              <w:t>Readily Available Water</w:t>
            </w:r>
          </w:p>
          <w:p w14:paraId="3E4027AE" w14:textId="7F69F58F" w:rsidR="00E132AA" w:rsidRPr="00E132AA" w:rsidRDefault="00E132AA" w:rsidP="00393AC9">
            <w:pPr>
              <w:pStyle w:val="SIBulletList2"/>
            </w:pPr>
            <w:proofErr w:type="spellStart"/>
            <w:r w:rsidRPr="00FA1EC5">
              <w:t>evapo</w:t>
            </w:r>
            <w:proofErr w:type="spellEnd"/>
            <w:r w:rsidRPr="00FA1EC5">
              <w:t>-transpiration data</w:t>
            </w:r>
          </w:p>
          <w:p w14:paraId="4C60BF00" w14:textId="5F073C9E" w:rsidR="00E132AA" w:rsidRDefault="00352309" w:rsidP="00FA1EC5">
            <w:pPr>
              <w:pStyle w:val="SIBulletList1"/>
            </w:pPr>
            <w:r>
              <w:t xml:space="preserve">assessed </w:t>
            </w:r>
            <w:r w:rsidR="00A87696">
              <w:t xml:space="preserve">grazing and rest periods for pasture types </w:t>
            </w:r>
            <w:r>
              <w:t>after assessing</w:t>
            </w:r>
            <w:r w:rsidR="00A87696">
              <w:t>:</w:t>
            </w:r>
          </w:p>
          <w:p w14:paraId="4BE02FF2" w14:textId="77777777" w:rsidR="00A87696" w:rsidRDefault="00A87696" w:rsidP="00393AC9">
            <w:pPr>
              <w:pStyle w:val="SIBulletList2"/>
            </w:pPr>
            <w:r w:rsidRPr="00FA1EC5">
              <w:t>pasture quality</w:t>
            </w:r>
          </w:p>
          <w:p w14:paraId="242E9417" w14:textId="77777777" w:rsidR="00A87696" w:rsidRDefault="00A87696" w:rsidP="00393AC9">
            <w:pPr>
              <w:pStyle w:val="SIBulletList2"/>
            </w:pPr>
            <w:r w:rsidRPr="00FA1EC5">
              <w:t>quantity</w:t>
            </w:r>
          </w:p>
          <w:p w14:paraId="586F2231" w14:textId="33AD6286" w:rsidR="00A87696" w:rsidRPr="00A87696" w:rsidRDefault="00352309" w:rsidP="00393AC9">
            <w:pPr>
              <w:pStyle w:val="SIBulletList2"/>
            </w:pPr>
            <w:r>
              <w:t xml:space="preserve">coverage and </w:t>
            </w:r>
            <w:r w:rsidR="00A87696">
              <w:t>persistence</w:t>
            </w:r>
          </w:p>
          <w:p w14:paraId="46903868" w14:textId="1DA98274" w:rsidR="00FA1EC5" w:rsidRPr="00FA1EC5" w:rsidRDefault="00FA1EC5" w:rsidP="00FA1EC5">
            <w:pPr>
              <w:pStyle w:val="SIBulletList1"/>
            </w:pPr>
            <w:r w:rsidRPr="00FA1EC5">
              <w:t>monitor</w:t>
            </w:r>
            <w:r w:rsidR="00352309">
              <w:t>ed</w:t>
            </w:r>
            <w:r w:rsidRPr="00FA1EC5">
              <w:t xml:space="preserve"> the productivity and feed intake of grazing livestock</w:t>
            </w:r>
          </w:p>
          <w:p w14:paraId="25D0B6C3" w14:textId="59AE6D28" w:rsidR="00FA1EC5" w:rsidRPr="00FA1EC5" w:rsidRDefault="00FA1EC5" w:rsidP="00FA1EC5">
            <w:pPr>
              <w:pStyle w:val="SIBulletList1"/>
            </w:pPr>
            <w:r w:rsidRPr="00FA1EC5">
              <w:t>develop</w:t>
            </w:r>
            <w:r w:rsidR="00352309">
              <w:t>ed</w:t>
            </w:r>
            <w:r w:rsidRPr="00FA1EC5">
              <w:t xml:space="preserve"> grazing strategies and plan</w:t>
            </w:r>
            <w:r w:rsidR="00352309">
              <w:t>ned</w:t>
            </w:r>
            <w:r w:rsidRPr="00FA1EC5">
              <w:t xml:space="preserve"> infrastructure required</w:t>
            </w:r>
          </w:p>
          <w:p w14:paraId="53002D88" w14:textId="139E6DC7" w:rsidR="00FA1EC5" w:rsidRPr="00FA1EC5" w:rsidRDefault="00FA1EC5" w:rsidP="00FA1EC5">
            <w:pPr>
              <w:pStyle w:val="SIBulletList1"/>
            </w:pPr>
            <w:r w:rsidRPr="00FA1EC5">
              <w:t>assess</w:t>
            </w:r>
            <w:r w:rsidR="00352309">
              <w:t>ed</w:t>
            </w:r>
            <w:r w:rsidRPr="00FA1EC5">
              <w:t xml:space="preserve"> the impact of grazing on pasture productivity and resilience</w:t>
            </w:r>
          </w:p>
          <w:p w14:paraId="48DF9A50" w14:textId="274BB1DF" w:rsidR="00FA1EC5" w:rsidRPr="00FA1EC5" w:rsidRDefault="00FA1EC5" w:rsidP="00FA1EC5">
            <w:pPr>
              <w:pStyle w:val="SIBulletList1"/>
            </w:pPr>
            <w:r w:rsidRPr="00FA1EC5">
              <w:t>identif</w:t>
            </w:r>
            <w:r w:rsidR="00352309">
              <w:t>ied</w:t>
            </w:r>
            <w:r w:rsidRPr="00FA1EC5">
              <w:t xml:space="preserve"> pasture species and estimate</w:t>
            </w:r>
            <w:r w:rsidR="00352309">
              <w:t>d</w:t>
            </w:r>
            <w:r w:rsidRPr="00FA1EC5">
              <w:t xml:space="preserve"> dry matter production of pasture</w:t>
            </w:r>
          </w:p>
          <w:p w14:paraId="452FDC15" w14:textId="6983B48B" w:rsidR="00FA1EC5" w:rsidRPr="00FA1EC5" w:rsidRDefault="00FA1EC5" w:rsidP="00FA1EC5">
            <w:pPr>
              <w:pStyle w:val="SIBulletList1"/>
            </w:pPr>
            <w:r w:rsidRPr="00FA1EC5">
              <w:t>assess</w:t>
            </w:r>
            <w:r w:rsidR="00352309">
              <w:t>ed</w:t>
            </w:r>
            <w:r w:rsidRPr="00FA1EC5">
              <w:t xml:space="preserve"> options to control weed infestation</w:t>
            </w:r>
          </w:p>
          <w:p w14:paraId="581AF67B" w14:textId="1DF385A4" w:rsidR="00FA1EC5" w:rsidRPr="00FA1EC5" w:rsidRDefault="00FA1EC5" w:rsidP="00FA1EC5">
            <w:pPr>
              <w:pStyle w:val="SIBulletList1"/>
            </w:pPr>
            <w:r w:rsidRPr="00FA1EC5">
              <w:t>identif</w:t>
            </w:r>
            <w:r w:rsidR="00352309">
              <w:t xml:space="preserve">ied </w:t>
            </w:r>
            <w:r w:rsidRPr="00FA1EC5">
              <w:t>strategies for pest and disease control</w:t>
            </w:r>
          </w:p>
          <w:p w14:paraId="1D6EB942" w14:textId="225A9EF3" w:rsidR="00FA1EC5" w:rsidRPr="00FA1EC5" w:rsidRDefault="00FA1EC5" w:rsidP="00FA1EC5">
            <w:pPr>
              <w:pStyle w:val="SIBulletList1"/>
            </w:pPr>
            <w:r w:rsidRPr="00FA1EC5">
              <w:t>establish</w:t>
            </w:r>
            <w:r w:rsidR="00352309">
              <w:t>ed</w:t>
            </w:r>
            <w:r w:rsidRPr="00FA1EC5">
              <w:t xml:space="preserve"> production targets for each pasture type</w:t>
            </w:r>
            <w:r w:rsidR="00352309">
              <w:t xml:space="preserve"> on property</w:t>
            </w:r>
          </w:p>
          <w:p w14:paraId="3BC5D405" w14:textId="099096DD" w:rsidR="00FA1EC5" w:rsidRPr="00FA1EC5" w:rsidRDefault="00FA1EC5" w:rsidP="00FA1EC5">
            <w:pPr>
              <w:pStyle w:val="SIBulletList1"/>
            </w:pPr>
            <w:r w:rsidRPr="00FA1EC5">
              <w:t>develop</w:t>
            </w:r>
            <w:r w:rsidR="00352309">
              <w:t>ed</w:t>
            </w:r>
            <w:r w:rsidRPr="00FA1EC5">
              <w:t xml:space="preserve"> a pasture management program </w:t>
            </w:r>
            <w:r w:rsidR="00352309">
              <w:t>according to</w:t>
            </w:r>
            <w:r w:rsidRPr="00FA1EC5">
              <w:t xml:space="preserve"> production targets and enterprise objectives</w:t>
            </w:r>
          </w:p>
          <w:p w14:paraId="2F63A2C0" w14:textId="73B3F686" w:rsidR="00FA1EC5" w:rsidRPr="00FA1EC5" w:rsidRDefault="00352309" w:rsidP="00FA1EC5">
            <w:pPr>
              <w:pStyle w:val="SIBulletList1"/>
            </w:pPr>
            <w:r>
              <w:t xml:space="preserve">implemented </w:t>
            </w:r>
            <w:r w:rsidR="00FA1EC5" w:rsidRPr="00FA1EC5">
              <w:t>grazing</w:t>
            </w:r>
            <w:r>
              <w:t xml:space="preserve"> program</w:t>
            </w:r>
            <w:r w:rsidR="00FA1EC5" w:rsidRPr="00FA1EC5">
              <w:t xml:space="preserve"> to reduce or eradicate areas of weed infestation</w:t>
            </w:r>
          </w:p>
          <w:p w14:paraId="1C677EE9" w14:textId="4296479D" w:rsidR="00FA1EC5" w:rsidRPr="00FA1EC5" w:rsidRDefault="00FA1EC5" w:rsidP="00FA1EC5">
            <w:pPr>
              <w:pStyle w:val="SIBulletList1"/>
            </w:pPr>
            <w:r w:rsidRPr="00FA1EC5">
              <w:t>monitor</w:t>
            </w:r>
            <w:r w:rsidR="00352309">
              <w:t>ed</w:t>
            </w:r>
            <w:r w:rsidRPr="00FA1EC5">
              <w:t xml:space="preserve"> soil health and grazing management to ensure sustainable pasture and optimal livestock production levels</w:t>
            </w:r>
          </w:p>
          <w:p w14:paraId="497C7E58" w14:textId="0E73200E" w:rsidR="00FA1EC5" w:rsidRPr="00FA1EC5" w:rsidRDefault="00FA1EC5" w:rsidP="00FA1EC5">
            <w:pPr>
              <w:pStyle w:val="SIBulletList1"/>
            </w:pPr>
            <w:r w:rsidRPr="00FA1EC5">
              <w:t>monitor</w:t>
            </w:r>
            <w:r w:rsidR="00352309">
              <w:t>ed</w:t>
            </w:r>
            <w:r w:rsidRPr="00FA1EC5">
              <w:t xml:space="preserve"> pasture yields and evaluate</w:t>
            </w:r>
            <w:r w:rsidR="00352309">
              <w:t>d</w:t>
            </w:r>
            <w:r w:rsidRPr="00FA1EC5">
              <w:t xml:space="preserve"> against forecast production levels</w:t>
            </w:r>
          </w:p>
          <w:p w14:paraId="4807DDAB" w14:textId="04F52FB3" w:rsidR="00FA1EC5" w:rsidRPr="00FA1EC5" w:rsidRDefault="00FA1EC5" w:rsidP="00FA1EC5">
            <w:pPr>
              <w:pStyle w:val="SIBulletList1"/>
            </w:pPr>
            <w:r w:rsidRPr="00FA1EC5">
              <w:t>use</w:t>
            </w:r>
            <w:r w:rsidR="00352309">
              <w:t xml:space="preserve">d </w:t>
            </w:r>
            <w:r w:rsidRPr="00FA1EC5">
              <w:t>technology to improve efficiency</w:t>
            </w:r>
          </w:p>
          <w:p w14:paraId="74973E79" w14:textId="4CDD1AD5" w:rsidR="00E2202D" w:rsidRDefault="00FA1EC5" w:rsidP="00393AC9">
            <w:pPr>
              <w:pStyle w:val="SIBulletList1"/>
            </w:pPr>
            <w:r w:rsidRPr="00FA1EC5">
              <w:t>maintain</w:t>
            </w:r>
            <w:r w:rsidR="00352309">
              <w:t>ed</w:t>
            </w:r>
            <w:r w:rsidRPr="00FA1EC5">
              <w:t xml:space="preserve"> records for </w:t>
            </w:r>
            <w:r w:rsidR="00E2202D">
              <w:t xml:space="preserve">analysis of </w:t>
            </w:r>
            <w:r w:rsidRPr="00FA1EC5">
              <w:t>pasture and livestock production</w:t>
            </w:r>
            <w:r w:rsidR="00E2202D">
              <w:t>, including:</w:t>
            </w:r>
          </w:p>
          <w:p w14:paraId="51853596" w14:textId="77777777" w:rsidR="00E2202D" w:rsidRDefault="00E2202D" w:rsidP="00393AC9">
            <w:pPr>
              <w:pStyle w:val="SIBulletList2"/>
            </w:pPr>
            <w:r w:rsidRPr="00FA1EC5">
              <w:t>physical</w:t>
            </w:r>
          </w:p>
          <w:p w14:paraId="58F43E72" w14:textId="6B6E7917" w:rsidR="00E2202D" w:rsidRPr="00FA1EC5" w:rsidRDefault="00E2202D" w:rsidP="00393AC9">
            <w:pPr>
              <w:pStyle w:val="SIBulletList2"/>
            </w:pPr>
            <w:r w:rsidRPr="00FA1EC5">
              <w:t>financial</w:t>
            </w:r>
          </w:p>
          <w:p w14:paraId="3F4E2EAA" w14:textId="54FD3077" w:rsidR="00556C4C" w:rsidRPr="000754EC" w:rsidRDefault="00FA1EC5" w:rsidP="00393AC9">
            <w:pPr>
              <w:pStyle w:val="SIBulletList1"/>
            </w:pPr>
            <w:r w:rsidRPr="00FA1EC5">
              <w:t>implement</w:t>
            </w:r>
            <w:r w:rsidR="00352309">
              <w:t>ed</w:t>
            </w:r>
            <w:r w:rsidRPr="00FA1EC5">
              <w:t xml:space="preserve"> work</w:t>
            </w:r>
            <w:r w:rsidR="00352309">
              <w:t xml:space="preserve">place </w:t>
            </w:r>
            <w:r w:rsidRPr="00FA1EC5">
              <w:t>health</w:t>
            </w:r>
            <w:r w:rsidR="00352309">
              <w:t xml:space="preserve">, </w:t>
            </w:r>
            <w:r w:rsidRPr="00FA1EC5">
              <w:t>safety</w:t>
            </w:r>
            <w:r w:rsidR="00352309">
              <w:t>, and environmental</w:t>
            </w:r>
            <w:r w:rsidRPr="00FA1EC5">
              <w:t xml:space="preserve"> policies and procedures</w:t>
            </w:r>
            <w:r w:rsidR="0035230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bookmarkStart w:id="1" w:name="_GoBack"/>
            <w:r w:rsidRPr="002C55E9">
              <w:t>K</w:t>
            </w:r>
            <w:r w:rsidRPr="000754EC">
              <w:t>nowledge Evidence</w:t>
            </w:r>
            <w:bookmarkEnd w:id="1"/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54E6362" w14:textId="018C82ED" w:rsidR="00FA1EC5" w:rsidRPr="00FA1EC5" w:rsidRDefault="00D645F8" w:rsidP="00FA1EC5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FE9D2A1" w14:textId="2D012A00" w:rsidR="00352309" w:rsidRDefault="00352309" w:rsidP="00FA1EC5">
            <w:pPr>
              <w:pStyle w:val="SIBulletList1"/>
            </w:pPr>
            <w:r>
              <w:t xml:space="preserve">livestock production systems and property requirements </w:t>
            </w:r>
          </w:p>
          <w:p w14:paraId="2B474C24" w14:textId="33CCD965" w:rsidR="00FA1EC5" w:rsidRPr="00FA1EC5" w:rsidRDefault="00FA1EC5" w:rsidP="00FA1EC5">
            <w:pPr>
              <w:pStyle w:val="SIBulletList1"/>
            </w:pPr>
            <w:r w:rsidRPr="00FA1EC5">
              <w:t>land and soil conditions</w:t>
            </w:r>
            <w:r w:rsidR="00352309">
              <w:t xml:space="preserve"> and assessment</w:t>
            </w:r>
          </w:p>
          <w:p w14:paraId="6940DAFD" w14:textId="77777777" w:rsidR="00FA1EC5" w:rsidRPr="00FA1EC5" w:rsidRDefault="00FA1EC5" w:rsidP="00FA1EC5">
            <w:pPr>
              <w:pStyle w:val="SIBulletList1"/>
            </w:pPr>
            <w:r w:rsidRPr="00FA1EC5">
              <w:t>pasture species and growing requirements</w:t>
            </w:r>
          </w:p>
          <w:p w14:paraId="781E1AE9" w14:textId="77777777" w:rsidR="00FA1EC5" w:rsidRDefault="00FA1EC5" w:rsidP="00FA1EC5">
            <w:pPr>
              <w:pStyle w:val="SIBulletList1"/>
            </w:pPr>
            <w:r w:rsidRPr="00FA1EC5">
              <w:t>pasture grazing strategies</w:t>
            </w:r>
          </w:p>
          <w:p w14:paraId="72C94ADA" w14:textId="6475AE70" w:rsidR="00C55311" w:rsidRDefault="00C55311" w:rsidP="00FA1EC5">
            <w:pPr>
              <w:pStyle w:val="SIBulletList1"/>
            </w:pPr>
            <w:r>
              <w:t>basic budgeting and the cost of production, including:</w:t>
            </w:r>
          </w:p>
          <w:p w14:paraId="11B1FD9F" w14:textId="46FAC69E" w:rsidR="00C55311" w:rsidRDefault="00C55311" w:rsidP="00393AC9">
            <w:pPr>
              <w:pStyle w:val="SIBulletList2"/>
            </w:pPr>
            <w:r>
              <w:t>basic financial analysis</w:t>
            </w:r>
          </w:p>
          <w:p w14:paraId="7D476D84" w14:textId="6BDDDC23" w:rsidR="00C55311" w:rsidRDefault="00C55311" w:rsidP="00393AC9">
            <w:pPr>
              <w:pStyle w:val="SIBulletList2"/>
            </w:pPr>
            <w:r>
              <w:t>estimating costs</w:t>
            </w:r>
          </w:p>
          <w:p w14:paraId="39530DD9" w14:textId="0959ADC4" w:rsidR="00C55311" w:rsidRPr="00FA1EC5" w:rsidRDefault="008427C9" w:rsidP="00393AC9">
            <w:pPr>
              <w:pStyle w:val="SIBulletList2"/>
            </w:pPr>
            <w:r>
              <w:t xml:space="preserve">importance of </w:t>
            </w:r>
            <w:r w:rsidR="00C55311">
              <w:t>financial record</w:t>
            </w:r>
            <w:r>
              <w:t>s</w:t>
            </w:r>
          </w:p>
          <w:p w14:paraId="35FB5847" w14:textId="7A0AEB7A" w:rsidR="00FA1EC5" w:rsidRDefault="00E8235C" w:rsidP="00FA1EC5">
            <w:pPr>
              <w:pStyle w:val="SIBulletList1"/>
            </w:pPr>
            <w:r>
              <w:t xml:space="preserve">soil </w:t>
            </w:r>
            <w:r w:rsidR="00FA1EC5" w:rsidRPr="00FA1EC5">
              <w:t>nutrient and fertility</w:t>
            </w:r>
            <w:r w:rsidR="00352309">
              <w:t>, including:</w:t>
            </w:r>
          </w:p>
          <w:p w14:paraId="7AB7CF10" w14:textId="7DEA0EC3" w:rsidR="00352309" w:rsidRDefault="00352309" w:rsidP="00393AC9">
            <w:pPr>
              <w:pStyle w:val="SIBulletList2"/>
            </w:pPr>
            <w:r>
              <w:t>interpretation of soil analysis reports</w:t>
            </w:r>
          </w:p>
          <w:p w14:paraId="788F7F9C" w14:textId="2108DA14" w:rsidR="00352309" w:rsidRDefault="00E8235C" w:rsidP="00393AC9">
            <w:pPr>
              <w:pStyle w:val="SIBulletList2"/>
            </w:pPr>
            <w:r>
              <w:t>pasture nutrient requirements</w:t>
            </w:r>
          </w:p>
          <w:p w14:paraId="5666260A" w14:textId="1A67B223" w:rsidR="00E8235C" w:rsidRPr="00FA1EC5" w:rsidRDefault="00E8235C" w:rsidP="00393AC9">
            <w:pPr>
              <w:pStyle w:val="SIBulletList2"/>
            </w:pPr>
            <w:r>
              <w:lastRenderedPageBreak/>
              <w:t>impact of soil biological processes</w:t>
            </w:r>
          </w:p>
          <w:p w14:paraId="06766A8C" w14:textId="3DB92C0A" w:rsidR="00FA1EC5" w:rsidRDefault="00FA1EC5" w:rsidP="00FA1EC5">
            <w:pPr>
              <w:pStyle w:val="SIBulletList1"/>
            </w:pPr>
            <w:r w:rsidRPr="00FA1EC5">
              <w:t>environmental management strategies in land use</w:t>
            </w:r>
            <w:r w:rsidR="00E8235C">
              <w:t xml:space="preserve"> and the impact of practices, including:</w:t>
            </w:r>
          </w:p>
          <w:p w14:paraId="381084B7" w14:textId="0D123B2C" w:rsidR="00E8235C" w:rsidRDefault="00E8235C" w:rsidP="00393AC9">
            <w:pPr>
              <w:pStyle w:val="SIBulletList2"/>
            </w:pPr>
            <w:r>
              <w:t>soil moisture and erosion control</w:t>
            </w:r>
          </w:p>
          <w:p w14:paraId="6CC03CB7" w14:textId="14A2A93C" w:rsidR="00E8235C" w:rsidRDefault="00E8235C" w:rsidP="00393AC9">
            <w:pPr>
              <w:pStyle w:val="SIBulletList2"/>
            </w:pPr>
            <w:r>
              <w:t>chemical and waste contamination</w:t>
            </w:r>
          </w:p>
          <w:p w14:paraId="3F432868" w14:textId="40CD98A3" w:rsidR="00E8235C" w:rsidRDefault="00E8235C" w:rsidP="00393AC9">
            <w:pPr>
              <w:pStyle w:val="SIBulletList2"/>
            </w:pPr>
            <w:r>
              <w:t>weed and pasture impact on adjoining properties</w:t>
            </w:r>
          </w:p>
          <w:p w14:paraId="5974A60E" w14:textId="45DE86DF" w:rsidR="00E8235C" w:rsidRDefault="00E8235C" w:rsidP="00944C3B">
            <w:pPr>
              <w:pStyle w:val="SIBulletList1"/>
            </w:pPr>
            <w:r>
              <w:t>weed control strategies including</w:t>
            </w:r>
          </w:p>
          <w:p w14:paraId="0AD84B41" w14:textId="77777777" w:rsidR="00FA1EC5" w:rsidRDefault="00FA1EC5" w:rsidP="00393AC9">
            <w:pPr>
              <w:pStyle w:val="SIBulletList2"/>
            </w:pPr>
            <w:r w:rsidRPr="00FA1EC5">
              <w:t>infestation patterns for different types of weed</w:t>
            </w:r>
          </w:p>
          <w:p w14:paraId="04E8FE2B" w14:textId="77777777" w:rsidR="00E8235C" w:rsidRDefault="00E8235C" w:rsidP="00393AC9">
            <w:pPr>
              <w:pStyle w:val="SIBulletList2"/>
            </w:pPr>
            <w:r>
              <w:t>grazing methods used to control species</w:t>
            </w:r>
          </w:p>
          <w:p w14:paraId="4025987A" w14:textId="6A1A2ECF" w:rsidR="00E8235C" w:rsidRPr="00FA1EC5" w:rsidRDefault="00E8235C" w:rsidP="00393AC9">
            <w:pPr>
              <w:pStyle w:val="SIBulletList2"/>
            </w:pPr>
            <w:r>
              <w:t>impact of weeds on productivity and livestock health</w:t>
            </w:r>
          </w:p>
          <w:p w14:paraId="26CBB9C2" w14:textId="1DEDCA05" w:rsidR="00FA1EC5" w:rsidRDefault="00FA1EC5" w:rsidP="00FA1EC5">
            <w:pPr>
              <w:pStyle w:val="SIBulletList1"/>
            </w:pPr>
            <w:r w:rsidRPr="00FA1EC5">
              <w:t>role of technology in improving efficiency</w:t>
            </w:r>
            <w:r w:rsidR="00E8235C">
              <w:t>, including:</w:t>
            </w:r>
          </w:p>
          <w:p w14:paraId="466BEBFF" w14:textId="15B34CC9" w:rsidR="00E8235C" w:rsidRDefault="00E8235C" w:rsidP="00393AC9">
            <w:pPr>
              <w:pStyle w:val="SIBulletList2"/>
            </w:pPr>
            <w:r>
              <w:t>self-drive, global positioning systems (GPS) and Laser technologies</w:t>
            </w:r>
          </w:p>
          <w:p w14:paraId="67A87D42" w14:textId="1D5A6DA0" w:rsidR="00E8235C" w:rsidRDefault="00E8235C" w:rsidP="00393AC9">
            <w:pPr>
              <w:pStyle w:val="SIBulletList2"/>
            </w:pPr>
            <w:r w:rsidRPr="00E8235C">
              <w:t>controlled traffic farming (CTF) principles</w:t>
            </w:r>
            <w:r>
              <w:t xml:space="preserve"> and impact</w:t>
            </w:r>
          </w:p>
          <w:p w14:paraId="198E9ED9" w14:textId="0F70BBAF" w:rsidR="00696338" w:rsidRPr="00FA1EC5" w:rsidRDefault="00696338" w:rsidP="00393AC9">
            <w:pPr>
              <w:pStyle w:val="SIBulletList2"/>
            </w:pPr>
            <w:r>
              <w:t>use of remote piloted systems</w:t>
            </w:r>
          </w:p>
          <w:p w14:paraId="70A20357" w14:textId="4E909043" w:rsidR="00FA1EC5" w:rsidRDefault="00FA1EC5" w:rsidP="00FA1EC5">
            <w:pPr>
              <w:pStyle w:val="SIBulletList1"/>
            </w:pPr>
            <w:r w:rsidRPr="00FA1EC5">
              <w:t>work</w:t>
            </w:r>
            <w:r w:rsidR="00E8235C">
              <w:t>place</w:t>
            </w:r>
            <w:r w:rsidRPr="00FA1EC5">
              <w:t xml:space="preserve"> health and safety</w:t>
            </w:r>
            <w:r w:rsidR="00E8235C">
              <w:t>,</w:t>
            </w:r>
            <w:r w:rsidRPr="00FA1EC5">
              <w:t xml:space="preserve"> legislative</w:t>
            </w:r>
            <w:r w:rsidR="00E8235C">
              <w:t xml:space="preserve"> requirements</w:t>
            </w:r>
            <w:r w:rsidRPr="00FA1EC5">
              <w:t xml:space="preserve"> and enterprise </w:t>
            </w:r>
            <w:r w:rsidR="00E8235C">
              <w:t>policies and procedures, including:</w:t>
            </w:r>
          </w:p>
          <w:p w14:paraId="61B12D91" w14:textId="77777777" w:rsidR="00696338" w:rsidRDefault="00E8235C" w:rsidP="00393AC9">
            <w:pPr>
              <w:pStyle w:val="SIBulletList2"/>
            </w:pPr>
            <w:r w:rsidRPr="00FA1EC5">
              <w:t>safe handling</w:t>
            </w:r>
          </w:p>
          <w:p w14:paraId="43D617D3" w14:textId="26C738D9" w:rsidR="00E8235C" w:rsidRDefault="00696338" w:rsidP="00393AC9">
            <w:pPr>
              <w:pStyle w:val="SIBulletList2"/>
            </w:pPr>
            <w:r>
              <w:t>chemical and hazardous substances</w:t>
            </w:r>
          </w:p>
          <w:p w14:paraId="0F94D276" w14:textId="77777777" w:rsidR="00E8235C" w:rsidRDefault="00E8235C" w:rsidP="00393AC9">
            <w:pPr>
              <w:pStyle w:val="SIBulletList2"/>
            </w:pPr>
            <w:r>
              <w:t>fire safety</w:t>
            </w:r>
          </w:p>
          <w:p w14:paraId="3EC97234" w14:textId="72DCDBAC" w:rsidR="00E8235C" w:rsidRDefault="00696338" w:rsidP="00393AC9">
            <w:pPr>
              <w:pStyle w:val="SIBulletList2"/>
            </w:pPr>
            <w:r>
              <w:t>personal protection</w:t>
            </w:r>
          </w:p>
          <w:p w14:paraId="32741CC6" w14:textId="301C50C2" w:rsidR="000F5284" w:rsidRDefault="00FA1EC5" w:rsidP="00FA1EC5">
            <w:pPr>
              <w:pStyle w:val="SIBulletList1"/>
            </w:pPr>
            <w:r w:rsidRPr="00FA1EC5">
              <w:t>codes of practice, legislation and regulations relating to farm production</w:t>
            </w:r>
            <w:r w:rsidR="000F5284">
              <w:t>, including:</w:t>
            </w:r>
          </w:p>
          <w:p w14:paraId="03A0BF33" w14:textId="77777777" w:rsidR="000F5284" w:rsidRDefault="000F5284" w:rsidP="00393AC9">
            <w:pPr>
              <w:pStyle w:val="SIBulletList2"/>
            </w:pPr>
            <w:r>
              <w:t>environmental</w:t>
            </w:r>
          </w:p>
          <w:p w14:paraId="7C91D45A" w14:textId="77777777" w:rsidR="000F5284" w:rsidRDefault="000F5284" w:rsidP="00393AC9">
            <w:pPr>
              <w:pStyle w:val="SIBulletList2"/>
            </w:pPr>
            <w:r>
              <w:t>animal welfare and ethics</w:t>
            </w:r>
          </w:p>
          <w:p w14:paraId="594042BC" w14:textId="135C7A41" w:rsidR="00F1480E" w:rsidRPr="000754EC" w:rsidRDefault="000F5284" w:rsidP="00393AC9">
            <w:pPr>
              <w:pStyle w:val="SIBulletList2"/>
            </w:pPr>
            <w:r>
              <w:t>health and safety</w:t>
            </w:r>
            <w:r w:rsidR="00FA1EC5" w:rsidRPr="00FA1EC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2D83C478" w:rsidR="00DA54B5" w:rsidRPr="00393AC9" w:rsidRDefault="00DA54B5" w:rsidP="00393AC9">
            <w:pPr>
              <w:pStyle w:val="SIText"/>
            </w:pPr>
            <w:r w:rsidRPr="00393AC9">
              <w:t xml:space="preserve">Assessment of the skills in this unit of competency must take place under the following conditions: </w:t>
            </w:r>
          </w:p>
          <w:p w14:paraId="04186F1B" w14:textId="0D30FD6C" w:rsidR="00DA54B5" w:rsidRPr="00393AC9" w:rsidRDefault="00DA54B5" w:rsidP="00393AC9">
            <w:pPr>
              <w:pStyle w:val="SIBulletList1"/>
            </w:pPr>
            <w:r w:rsidRPr="00393AC9">
              <w:t>physical conditions:</w:t>
            </w:r>
          </w:p>
          <w:p w14:paraId="386B05FF" w14:textId="7FA0A603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t>skills must be demonstrated</w:t>
            </w:r>
            <w:r w:rsidR="00AE4C52">
              <w:t xml:space="preserve"> on farm with property suitable for pasture and livestock production </w:t>
            </w:r>
            <w:r w:rsidRPr="00393AC9">
              <w:t>or an environment that accurately represents workplace conditions</w:t>
            </w:r>
          </w:p>
          <w:p w14:paraId="7CD1E166" w14:textId="19441A68" w:rsidR="00DA54B5" w:rsidRPr="00393AC9" w:rsidRDefault="00DA54B5" w:rsidP="00393AC9">
            <w:pPr>
              <w:pStyle w:val="SIBulletList1"/>
            </w:pPr>
            <w:r w:rsidRPr="00393AC9">
              <w:t>resources, equipment and materials:</w:t>
            </w:r>
          </w:p>
          <w:p w14:paraId="1AC0F720" w14:textId="2E169F89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>live</w:t>
            </w:r>
            <w:r w:rsidR="00AE4C52">
              <w:rPr>
                <w:rFonts w:eastAsia="Calibri"/>
              </w:rPr>
              <w:t>stock</w:t>
            </w:r>
          </w:p>
          <w:p w14:paraId="77D53DD8" w14:textId="1E9B307C" w:rsidR="00DA54B5" w:rsidRPr="00393AC9" w:rsidRDefault="000F5284" w:rsidP="00393AC9">
            <w:pPr>
              <w:pStyle w:val="SIBulletList2"/>
              <w:rPr>
                <w:rFonts w:eastAsia="Calibri"/>
              </w:rPr>
            </w:pPr>
            <w:r>
              <w:t>u</w:t>
            </w:r>
            <w:r w:rsidR="00DA54B5" w:rsidRPr="00393AC9">
              <w:t>se of tools</w:t>
            </w:r>
            <w:r>
              <w:t>, equipment and machinery</w:t>
            </w:r>
          </w:p>
          <w:p w14:paraId="0D04AAB0" w14:textId="07455E06" w:rsidR="000F5284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t>use of personal protective equipment</w:t>
            </w:r>
          </w:p>
          <w:p w14:paraId="5E24314A" w14:textId="441E524A" w:rsidR="000F5284" w:rsidRPr="00393AC9" w:rsidRDefault="000F5284" w:rsidP="00393AC9">
            <w:pPr>
              <w:pStyle w:val="SIBulletList2"/>
              <w:rPr>
                <w:rFonts w:eastAsia="Calibri"/>
              </w:rPr>
            </w:pPr>
            <w:r>
              <w:t>use of chemicals and consumables for fertilising and treating pasture</w:t>
            </w:r>
          </w:p>
          <w:p w14:paraId="3D4B0BD2" w14:textId="24CA3059" w:rsidR="00DA54B5" w:rsidRPr="00393AC9" w:rsidRDefault="00DA54B5" w:rsidP="00393AC9">
            <w:pPr>
              <w:pStyle w:val="SIBulletList1"/>
              <w:rPr>
                <w:rFonts w:eastAsia="Calibri"/>
              </w:rPr>
            </w:pPr>
            <w:r w:rsidRPr="00393AC9">
              <w:rPr>
                <w:rFonts w:eastAsia="Calibri"/>
              </w:rPr>
              <w:t>specifications:</w:t>
            </w:r>
          </w:p>
          <w:p w14:paraId="03115840" w14:textId="09A3AEFE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>use of workplace policies, procedures</w:t>
            </w:r>
            <w:r w:rsidR="000F5284">
              <w:rPr>
                <w:rFonts w:eastAsia="Calibri"/>
              </w:rPr>
              <w:t xml:space="preserve"> and</w:t>
            </w:r>
            <w:r w:rsidRPr="00393AC9">
              <w:rPr>
                <w:rFonts w:eastAsia="Calibri"/>
              </w:rPr>
              <w:t xml:space="preserve"> processes</w:t>
            </w:r>
          </w:p>
          <w:p w14:paraId="4B734460" w14:textId="44A11327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use of manufacturer’s operating instructions for </w:t>
            </w:r>
            <w:r w:rsidR="000F5284">
              <w:rPr>
                <w:rFonts w:eastAsia="Calibri"/>
              </w:rPr>
              <w:t xml:space="preserve">tools, </w:t>
            </w:r>
            <w:r w:rsidRPr="00393AC9">
              <w:rPr>
                <w:rFonts w:eastAsia="Calibri"/>
              </w:rPr>
              <w:t>equipment</w:t>
            </w:r>
            <w:r w:rsidR="000F5284">
              <w:rPr>
                <w:rFonts w:eastAsia="Calibri"/>
              </w:rPr>
              <w:t xml:space="preserve"> and m</w:t>
            </w:r>
            <w:r w:rsidRPr="00393AC9">
              <w:rPr>
                <w:rFonts w:eastAsia="Calibri"/>
              </w:rPr>
              <w:t>achinery</w:t>
            </w:r>
          </w:p>
          <w:p w14:paraId="2012E867" w14:textId="04DDD053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>access to safety data sheets</w:t>
            </w:r>
          </w:p>
          <w:p w14:paraId="106A7384" w14:textId="30A0C5F4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use of workplace </w:t>
            </w:r>
            <w:r w:rsidR="000F5284">
              <w:rPr>
                <w:rFonts w:eastAsia="Calibri"/>
              </w:rPr>
              <w:t>production plans, s</w:t>
            </w:r>
            <w:r w:rsidRPr="00393AC9">
              <w:rPr>
                <w:rFonts w:eastAsia="Calibri"/>
              </w:rPr>
              <w:t>pecifications</w:t>
            </w:r>
            <w:r w:rsidR="000F5284">
              <w:rPr>
                <w:rFonts w:eastAsia="Calibri"/>
              </w:rPr>
              <w:t xml:space="preserve"> and financial budgets</w:t>
            </w:r>
          </w:p>
          <w:p w14:paraId="56EB3514" w14:textId="337ED894" w:rsidR="000F5284" w:rsidRDefault="00DA54B5" w:rsidP="00393AC9">
            <w:pPr>
              <w:pStyle w:val="SIBulletList2"/>
            </w:pPr>
            <w:r w:rsidRPr="00393AC9">
              <w:rPr>
                <w:rFonts w:eastAsia="Calibri"/>
              </w:rPr>
              <w:t>access to legislation</w:t>
            </w:r>
            <w:r w:rsidR="000F5284" w:rsidRPr="00393AC9">
              <w:rPr>
                <w:rFonts w:eastAsia="Calibri"/>
              </w:rPr>
              <w:t xml:space="preserve"> and </w:t>
            </w:r>
            <w:r w:rsidRPr="00393AC9">
              <w:rPr>
                <w:rFonts w:eastAsia="Calibri"/>
              </w:rPr>
              <w:t>codes of practice</w:t>
            </w:r>
            <w:r w:rsidR="000F5284" w:rsidRPr="00393AC9">
              <w:rPr>
                <w:rFonts w:eastAsia="Calibri"/>
              </w:rPr>
              <w:t xml:space="preserve"> relevant to livestock production.</w:t>
            </w:r>
          </w:p>
          <w:p w14:paraId="19987618" w14:textId="5B595E53" w:rsidR="00DA54B5" w:rsidRPr="00393AC9" w:rsidRDefault="000F5284" w:rsidP="00393AC9">
            <w:r w:rsidRPr="00393AC9" w:rsidDel="000F5284">
              <w:t xml:space="preserve"> </w:t>
            </w:r>
          </w:p>
          <w:p w14:paraId="408F0CDB" w14:textId="24476F46" w:rsidR="00DA54B5" w:rsidRPr="00393AC9" w:rsidRDefault="00DA54B5" w:rsidP="00393AC9">
            <w:pPr>
              <w:pStyle w:val="SIText"/>
              <w:rPr>
                <w:rFonts w:eastAsia="Calibri"/>
              </w:rPr>
            </w:pPr>
            <w:r w:rsidRPr="00393AC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E72134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5T11:33:00Z" w:initials="RB">
    <w:p w14:paraId="3A03F264" w14:textId="4D973A4F" w:rsidR="00C55311" w:rsidRDefault="00C55311">
      <w:r>
        <w:annotationRef/>
      </w:r>
      <w:r>
        <w:t>Is once enough? S</w:t>
      </w:r>
      <w:r w:rsidR="004D15BA">
        <w:t>takeholder</w:t>
      </w:r>
      <w:r>
        <w:t xml:space="preserve"> advice sought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03F2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03F264" w16cid:durableId="23B2E8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771E6" w14:textId="77777777" w:rsidR="00E72134" w:rsidRDefault="00E72134" w:rsidP="00BF3F0A">
      <w:r>
        <w:separator/>
      </w:r>
    </w:p>
    <w:p w14:paraId="2A897360" w14:textId="77777777" w:rsidR="00E72134" w:rsidRDefault="00E72134"/>
  </w:endnote>
  <w:endnote w:type="continuationSeparator" w:id="0">
    <w:p w14:paraId="29BF0C90" w14:textId="77777777" w:rsidR="00E72134" w:rsidRDefault="00E72134" w:rsidP="00BF3F0A">
      <w:r>
        <w:continuationSeparator/>
      </w:r>
    </w:p>
    <w:p w14:paraId="2151B46D" w14:textId="77777777" w:rsidR="00E72134" w:rsidRDefault="00E72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963B5">
          <w:rPr>
            <w:noProof/>
          </w:rPr>
          <w:t>6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C5820" w14:textId="77777777" w:rsidR="00E72134" w:rsidRDefault="00E72134" w:rsidP="00BF3F0A">
      <w:r>
        <w:separator/>
      </w:r>
    </w:p>
    <w:p w14:paraId="024D7F7F" w14:textId="77777777" w:rsidR="00E72134" w:rsidRDefault="00E72134"/>
  </w:footnote>
  <w:footnote w:type="continuationSeparator" w:id="0">
    <w:p w14:paraId="72C9960B" w14:textId="77777777" w:rsidR="00E72134" w:rsidRDefault="00E72134" w:rsidP="00BF3F0A">
      <w:r>
        <w:continuationSeparator/>
      </w:r>
    </w:p>
    <w:p w14:paraId="3A8E0CD2" w14:textId="77777777" w:rsidR="00E72134" w:rsidRDefault="00E72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8A1384B" w:rsidR="009C2650" w:rsidRPr="00FA1EC5" w:rsidRDefault="00FA1EC5" w:rsidP="00FA1EC5">
    <w:r w:rsidRPr="00FA1EC5">
      <w:rPr>
        <w:lang w:eastAsia="en-US"/>
      </w:rPr>
      <w:t>AHCBAC401 Manage pastures for livestock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3"/>
  </w:num>
  <w:num w:numId="20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031"/>
    <w:rsid w:val="00016803"/>
    <w:rsid w:val="00023992"/>
    <w:rsid w:val="000275AE"/>
    <w:rsid w:val="00041E59"/>
    <w:rsid w:val="00064BFE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528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63B5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309"/>
    <w:rsid w:val="00352C83"/>
    <w:rsid w:val="00366805"/>
    <w:rsid w:val="0037067D"/>
    <w:rsid w:val="00373436"/>
    <w:rsid w:val="0038735B"/>
    <w:rsid w:val="003916D1"/>
    <w:rsid w:val="00393AC9"/>
    <w:rsid w:val="00394C90"/>
    <w:rsid w:val="003A21F0"/>
    <w:rsid w:val="003A277F"/>
    <w:rsid w:val="003A3806"/>
    <w:rsid w:val="003A58BA"/>
    <w:rsid w:val="003A5AE7"/>
    <w:rsid w:val="003A7221"/>
    <w:rsid w:val="003B3493"/>
    <w:rsid w:val="003B370C"/>
    <w:rsid w:val="003C13AE"/>
    <w:rsid w:val="003C7152"/>
    <w:rsid w:val="003D2E73"/>
    <w:rsid w:val="003E0280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5B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771F"/>
    <w:rsid w:val="006121D4"/>
    <w:rsid w:val="00613B49"/>
    <w:rsid w:val="00615391"/>
    <w:rsid w:val="00616845"/>
    <w:rsid w:val="00620E8E"/>
    <w:rsid w:val="00633CFE"/>
    <w:rsid w:val="00634FCA"/>
    <w:rsid w:val="00643D1B"/>
    <w:rsid w:val="006452B8"/>
    <w:rsid w:val="00652E62"/>
    <w:rsid w:val="00682D0D"/>
    <w:rsid w:val="00686A49"/>
    <w:rsid w:val="00687B62"/>
    <w:rsid w:val="00690C44"/>
    <w:rsid w:val="00696338"/>
    <w:rsid w:val="006969D9"/>
    <w:rsid w:val="006A26DA"/>
    <w:rsid w:val="006A2B68"/>
    <w:rsid w:val="006B16C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D60"/>
    <w:rsid w:val="00756458"/>
    <w:rsid w:val="00757005"/>
    <w:rsid w:val="00757C57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EB2"/>
    <w:rsid w:val="00817D51"/>
    <w:rsid w:val="00823530"/>
    <w:rsid w:val="00823FF4"/>
    <w:rsid w:val="00830267"/>
    <w:rsid w:val="008306E7"/>
    <w:rsid w:val="00830C86"/>
    <w:rsid w:val="008322BE"/>
    <w:rsid w:val="00834BC8"/>
    <w:rsid w:val="00837FD6"/>
    <w:rsid w:val="008427C9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2466"/>
    <w:rsid w:val="009D5D2C"/>
    <w:rsid w:val="009E1F73"/>
    <w:rsid w:val="009F0DCC"/>
    <w:rsid w:val="009F11CA"/>
    <w:rsid w:val="00A0695B"/>
    <w:rsid w:val="00A13052"/>
    <w:rsid w:val="00A174F4"/>
    <w:rsid w:val="00A216A8"/>
    <w:rsid w:val="00A223A6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8769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4C52"/>
    <w:rsid w:val="00AF3957"/>
    <w:rsid w:val="00AF7D46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904D5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C11C9A"/>
    <w:rsid w:val="00C143C3"/>
    <w:rsid w:val="00C1739B"/>
    <w:rsid w:val="00C21ADE"/>
    <w:rsid w:val="00C26067"/>
    <w:rsid w:val="00C3087C"/>
    <w:rsid w:val="00C30A29"/>
    <w:rsid w:val="00C317DC"/>
    <w:rsid w:val="00C5347E"/>
    <w:rsid w:val="00C55311"/>
    <w:rsid w:val="00C578E9"/>
    <w:rsid w:val="00C70626"/>
    <w:rsid w:val="00C707F1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5F8"/>
    <w:rsid w:val="00D71E43"/>
    <w:rsid w:val="00D727F3"/>
    <w:rsid w:val="00D73695"/>
    <w:rsid w:val="00D810DE"/>
    <w:rsid w:val="00D87D32"/>
    <w:rsid w:val="00D91188"/>
    <w:rsid w:val="00D92C83"/>
    <w:rsid w:val="00D94FB2"/>
    <w:rsid w:val="00DA0928"/>
    <w:rsid w:val="00DA0A81"/>
    <w:rsid w:val="00DA3C10"/>
    <w:rsid w:val="00DA53B5"/>
    <w:rsid w:val="00DA54B5"/>
    <w:rsid w:val="00DC1D69"/>
    <w:rsid w:val="00DC5A3A"/>
    <w:rsid w:val="00DD0726"/>
    <w:rsid w:val="00E031C7"/>
    <w:rsid w:val="00E132AA"/>
    <w:rsid w:val="00E2202D"/>
    <w:rsid w:val="00E238E6"/>
    <w:rsid w:val="00E34CD8"/>
    <w:rsid w:val="00E35064"/>
    <w:rsid w:val="00E3681D"/>
    <w:rsid w:val="00E40225"/>
    <w:rsid w:val="00E501F0"/>
    <w:rsid w:val="00E6166D"/>
    <w:rsid w:val="00E72134"/>
    <w:rsid w:val="00E8235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77AA"/>
    <w:rsid w:val="00F30C7D"/>
    <w:rsid w:val="00F33BC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EC2"/>
    <w:rsid w:val="00F83D7C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661CBB04-F49C-44F5-AA4E-1B2FF372B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5ADF4C-A3E2-468D-ABEB-35E96CF28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275</TotalTime>
  <Pages>5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47</cp:revision>
  <cp:lastPrinted>2016-05-27T05:21:00Z</cp:lastPrinted>
  <dcterms:created xsi:type="dcterms:W3CDTF">2020-08-25T06:08:00Z</dcterms:created>
  <dcterms:modified xsi:type="dcterms:W3CDTF">2021-01-20T06:36:00Z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